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4D" w:rsidRDefault="006D1C4D" w:rsidP="00D567E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FAC- SIMILE</w:t>
      </w:r>
    </w:p>
    <w:p w:rsidR="006D1C4D" w:rsidRPr="00D567E0" w:rsidRDefault="006D1C4D" w:rsidP="00D567E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567E0">
        <w:rPr>
          <w:rFonts w:ascii="Times New Roman" w:hAnsi="Times New Roman"/>
          <w:b/>
          <w:sz w:val="24"/>
          <w:szCs w:val="24"/>
        </w:rPr>
        <w:t>COMUNICAZIONE AI SOGGETTI CONTROINTERESSATI</w:t>
      </w:r>
    </w:p>
    <w:p w:rsidR="006D1C4D" w:rsidRDefault="006D1C4D" w:rsidP="00D567E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567E0">
        <w:rPr>
          <w:rFonts w:ascii="Times New Roman" w:hAnsi="Times New Roman"/>
          <w:b/>
          <w:sz w:val="24"/>
          <w:szCs w:val="24"/>
        </w:rPr>
        <w:t xml:space="preserve">(da trasmettere con Raccomandata A.R o per via telematica per coloro che </w:t>
      </w:r>
      <w:r>
        <w:rPr>
          <w:rFonts w:ascii="Times New Roman" w:hAnsi="Times New Roman"/>
          <w:b/>
          <w:sz w:val="24"/>
          <w:szCs w:val="24"/>
        </w:rPr>
        <w:t xml:space="preserve">vi </w:t>
      </w:r>
      <w:r w:rsidRPr="00D567E0">
        <w:rPr>
          <w:rFonts w:ascii="Times New Roman" w:hAnsi="Times New Roman"/>
          <w:b/>
          <w:sz w:val="24"/>
          <w:szCs w:val="24"/>
        </w:rPr>
        <w:t>abbiano consentito)</w:t>
      </w:r>
    </w:p>
    <w:p w:rsidR="006D1C4D" w:rsidRPr="00D567E0" w:rsidRDefault="006D1C4D" w:rsidP="00D567E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1C4D" w:rsidRDefault="006D1C4D" w:rsidP="00D567E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67E0">
        <w:rPr>
          <w:rFonts w:ascii="Times New Roman" w:hAnsi="Times New Roman"/>
          <w:sz w:val="24"/>
          <w:szCs w:val="24"/>
        </w:rPr>
        <w:t xml:space="preserve">Prot. n.  </w:t>
      </w:r>
      <w:r w:rsidRPr="00D567E0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6D1C4D" w:rsidRDefault="006D1C4D" w:rsidP="00D567E0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567E0">
        <w:rPr>
          <w:rFonts w:ascii="Times New Roman" w:hAnsi="Times New Roman"/>
          <w:sz w:val="24"/>
          <w:szCs w:val="24"/>
        </w:rPr>
        <w:t>Al Sig/ Alla Ditta</w:t>
      </w:r>
      <w:r>
        <w:rPr>
          <w:rFonts w:ascii="Times New Roman" w:hAnsi="Times New Roman"/>
          <w:sz w:val="24"/>
          <w:szCs w:val="24"/>
        </w:rPr>
        <w:t>…………………………………</w:t>
      </w:r>
    </w:p>
    <w:p w:rsidR="006D1C4D" w:rsidRDefault="006D1C4D" w:rsidP="00D567E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1C4D" w:rsidRPr="00D567E0" w:rsidRDefault="006D1C4D" w:rsidP="00D567E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1C4D" w:rsidRDefault="006D1C4D" w:rsidP="00D567E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567E0">
        <w:rPr>
          <w:rFonts w:ascii="Times New Roman" w:hAnsi="Times New Roman"/>
          <w:b/>
          <w:sz w:val="24"/>
          <w:szCs w:val="24"/>
        </w:rPr>
        <w:t>Oggetto: Richiesta di accesso generalizzato. Comunicazione ai soggetti controinteressati ai sensi dell’art. 7 del vigente regolamento sull’accesso civico ad atti e documenti (art. 5, c. 5, D.Lgs. n. 33/2013)</w:t>
      </w:r>
    </w:p>
    <w:p w:rsidR="006D1C4D" w:rsidRPr="00D567E0" w:rsidRDefault="006D1C4D" w:rsidP="00D567E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1C4D" w:rsidRPr="00D567E0" w:rsidRDefault="006D1C4D" w:rsidP="00D567E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67E0">
        <w:rPr>
          <w:rFonts w:ascii="Times New Roman" w:hAnsi="Times New Roman"/>
          <w:sz w:val="24"/>
          <w:szCs w:val="24"/>
        </w:rPr>
        <w:t>Si  trasmette  l’allegata  copia  della  richiesta  di  ac</w:t>
      </w:r>
      <w:r>
        <w:rPr>
          <w:rFonts w:ascii="Times New Roman" w:hAnsi="Times New Roman"/>
          <w:sz w:val="24"/>
          <w:szCs w:val="24"/>
        </w:rPr>
        <w:t xml:space="preserve">cesso  generalizzato  del  </w:t>
      </w:r>
      <w:r w:rsidRPr="00D567E0">
        <w:rPr>
          <w:rFonts w:ascii="Times New Roman" w:hAnsi="Times New Roman"/>
          <w:sz w:val="24"/>
          <w:szCs w:val="24"/>
        </w:rPr>
        <w:t xml:space="preserve">sig. </w:t>
      </w:r>
      <w:r>
        <w:rPr>
          <w:rFonts w:ascii="Times New Roman" w:hAnsi="Times New Roman"/>
          <w:sz w:val="24"/>
          <w:szCs w:val="24"/>
        </w:rPr>
        <w:t xml:space="preserve">………………….  </w:t>
      </w:r>
      <w:r w:rsidRPr="00D567E0">
        <w:rPr>
          <w:rFonts w:ascii="Times New Roman" w:hAnsi="Times New Roman"/>
          <w:sz w:val="24"/>
          <w:szCs w:val="24"/>
        </w:rPr>
        <w:t>pervenuta a qu</w:t>
      </w:r>
      <w:r>
        <w:rPr>
          <w:rFonts w:ascii="Times New Roman" w:hAnsi="Times New Roman"/>
          <w:sz w:val="24"/>
          <w:szCs w:val="24"/>
        </w:rPr>
        <w:t xml:space="preserve">esto Ente    in data…………. </w:t>
      </w:r>
      <w:r>
        <w:rPr>
          <w:rFonts w:ascii="Times New Roman" w:hAnsi="Times New Roman"/>
          <w:sz w:val="24"/>
          <w:szCs w:val="24"/>
        </w:rPr>
        <w:tab/>
        <w:t>, prot………</w:t>
      </w:r>
      <w:r w:rsidRPr="00D567E0">
        <w:rPr>
          <w:rFonts w:ascii="Times New Roman" w:hAnsi="Times New Roman"/>
          <w:sz w:val="24"/>
          <w:szCs w:val="24"/>
        </w:rPr>
        <w:t xml:space="preserve"> per la quale Lei/la spett. Società da Lei rappresentata è stata individuata quale soggetto controinteressato ai sensi delle vigenti disposizioni (1).</w:t>
      </w:r>
    </w:p>
    <w:p w:rsidR="006D1C4D" w:rsidRPr="00D567E0" w:rsidRDefault="006D1C4D" w:rsidP="00D567E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67E0">
        <w:rPr>
          <w:rFonts w:ascii="Times New Roman" w:hAnsi="Times New Roman"/>
          <w:sz w:val="24"/>
          <w:szCs w:val="24"/>
        </w:rPr>
        <w:t>Entro dieci giorni dalla r</w:t>
      </w:r>
      <w:r>
        <w:rPr>
          <w:rFonts w:ascii="Times New Roman" w:hAnsi="Times New Roman"/>
          <w:sz w:val="24"/>
          <w:szCs w:val="24"/>
        </w:rPr>
        <w:t xml:space="preserve">icezione della comunicazione, </w:t>
      </w:r>
      <w:r w:rsidRPr="00D567E0">
        <w:rPr>
          <w:rFonts w:ascii="Times New Roman" w:hAnsi="Times New Roman"/>
          <w:sz w:val="24"/>
          <w:szCs w:val="24"/>
        </w:rPr>
        <w:t xml:space="preserve">quali soggetti controinteressati, </w:t>
      </w:r>
      <w:r>
        <w:rPr>
          <w:rFonts w:ascii="Times New Roman" w:hAnsi="Times New Roman"/>
          <w:sz w:val="24"/>
          <w:szCs w:val="24"/>
        </w:rPr>
        <w:t xml:space="preserve">è Vostra facoltà </w:t>
      </w:r>
      <w:r w:rsidRPr="00D567E0">
        <w:rPr>
          <w:rFonts w:ascii="Times New Roman" w:hAnsi="Times New Roman"/>
          <w:sz w:val="24"/>
          <w:szCs w:val="24"/>
        </w:rPr>
        <w:t>presentare una motivata opposizione, anche per via telematica, alla richiesta di accesso trasmessa.</w:t>
      </w:r>
    </w:p>
    <w:p w:rsidR="006D1C4D" w:rsidRPr="00D567E0" w:rsidRDefault="006D1C4D" w:rsidP="00D567E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67E0">
        <w:rPr>
          <w:rFonts w:ascii="Times New Roman" w:hAnsi="Times New Roman"/>
          <w:sz w:val="24"/>
          <w:szCs w:val="24"/>
        </w:rPr>
        <w:t>Si fa presente che decorso tale termine sen</w:t>
      </w:r>
      <w:r>
        <w:rPr>
          <w:rFonts w:ascii="Times New Roman" w:hAnsi="Times New Roman"/>
          <w:sz w:val="24"/>
          <w:szCs w:val="24"/>
        </w:rPr>
        <w:t xml:space="preserve">za che alcuna opposizione venga </w:t>
      </w:r>
      <w:bookmarkStart w:id="0" w:name="_GoBack"/>
      <w:bookmarkEnd w:id="0"/>
      <w:r w:rsidRPr="00D567E0">
        <w:rPr>
          <w:rFonts w:ascii="Times New Roman" w:hAnsi="Times New Roman"/>
          <w:sz w:val="24"/>
          <w:szCs w:val="24"/>
        </w:rPr>
        <w:t>prodotta, l’Amministrazione provvederà comunque sulla richiesta di accesso.</w:t>
      </w:r>
    </w:p>
    <w:p w:rsidR="006D1C4D" w:rsidRPr="00D567E0" w:rsidRDefault="006D1C4D" w:rsidP="00D567E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67E0">
        <w:rPr>
          <w:rFonts w:ascii="Times New Roman" w:hAnsi="Times New Roman"/>
          <w:sz w:val="24"/>
          <w:szCs w:val="24"/>
        </w:rPr>
        <w:t>Il Dirigente/Responsabile del procedim</w:t>
      </w:r>
      <w:r>
        <w:rPr>
          <w:rFonts w:ascii="Times New Roman" w:hAnsi="Times New Roman"/>
          <w:sz w:val="24"/>
          <w:szCs w:val="24"/>
        </w:rPr>
        <w:t>ento Allegato: Richiesta prot. …</w:t>
      </w:r>
      <w:r w:rsidRPr="00D567E0">
        <w:rPr>
          <w:rFonts w:ascii="Times New Roman" w:hAnsi="Times New Roman"/>
          <w:sz w:val="24"/>
          <w:szCs w:val="24"/>
        </w:rPr>
        <w:tab/>
      </w:r>
    </w:p>
    <w:p w:rsidR="006D1C4D" w:rsidRPr="00D567E0" w:rsidRDefault="006D1C4D" w:rsidP="00D567E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1C4D" w:rsidRPr="00D567E0" w:rsidRDefault="006D1C4D" w:rsidP="00D567E0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18"/>
          <w:szCs w:val="24"/>
        </w:rPr>
      </w:pPr>
      <w:r w:rsidRPr="00D567E0">
        <w:rPr>
          <w:rFonts w:ascii="Times New Roman" w:hAnsi="Times New Roman"/>
          <w:b/>
          <w:sz w:val="18"/>
          <w:szCs w:val="24"/>
        </w:rPr>
        <w:t>1)</w:t>
      </w:r>
      <w:r w:rsidRPr="00D567E0">
        <w:rPr>
          <w:rFonts w:ascii="Times New Roman" w:hAnsi="Times New Roman"/>
          <w:b/>
          <w:sz w:val="18"/>
          <w:szCs w:val="24"/>
        </w:rPr>
        <w:tab/>
        <w:t>I soggetti controinteressati, sono esclusivamente le persone fisiche e giuridiche portatrici dei seguenti interessi privati di</w:t>
      </w:r>
    </w:p>
    <w:p w:rsidR="006D1C4D" w:rsidRPr="00D567E0" w:rsidRDefault="006D1C4D" w:rsidP="00D567E0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18"/>
          <w:szCs w:val="24"/>
        </w:rPr>
      </w:pPr>
      <w:r w:rsidRPr="00D567E0">
        <w:rPr>
          <w:rFonts w:ascii="Times New Roman" w:hAnsi="Times New Roman"/>
          <w:b/>
          <w:sz w:val="18"/>
          <w:szCs w:val="24"/>
        </w:rPr>
        <w:t>cui all’art. 5 -bis, c. 2, D.Lgs. n. 33/2013:</w:t>
      </w:r>
    </w:p>
    <w:p w:rsidR="006D1C4D" w:rsidRPr="00D567E0" w:rsidRDefault="006D1C4D" w:rsidP="00D567E0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18"/>
          <w:szCs w:val="24"/>
        </w:rPr>
      </w:pPr>
      <w:r w:rsidRPr="00D567E0">
        <w:rPr>
          <w:rFonts w:ascii="Times New Roman" w:hAnsi="Times New Roman"/>
          <w:b/>
          <w:sz w:val="18"/>
          <w:szCs w:val="24"/>
        </w:rPr>
        <w:t>a)</w:t>
      </w:r>
      <w:r w:rsidRPr="00D567E0">
        <w:rPr>
          <w:rFonts w:ascii="Times New Roman" w:hAnsi="Times New Roman"/>
          <w:b/>
          <w:sz w:val="18"/>
          <w:szCs w:val="24"/>
        </w:rPr>
        <w:tab/>
        <w:t>protezione dei dati personali, in conformità al D.Lgs. n. 196/2003;</w:t>
      </w:r>
    </w:p>
    <w:p w:rsidR="006D1C4D" w:rsidRPr="00D567E0" w:rsidRDefault="006D1C4D" w:rsidP="00D567E0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18"/>
          <w:szCs w:val="24"/>
        </w:rPr>
      </w:pPr>
      <w:r w:rsidRPr="00D567E0">
        <w:rPr>
          <w:rFonts w:ascii="Times New Roman" w:hAnsi="Times New Roman"/>
          <w:b/>
          <w:sz w:val="18"/>
          <w:szCs w:val="24"/>
        </w:rPr>
        <w:t>b)</w:t>
      </w:r>
      <w:r w:rsidRPr="00D567E0">
        <w:rPr>
          <w:rFonts w:ascii="Times New Roman" w:hAnsi="Times New Roman"/>
          <w:b/>
          <w:sz w:val="18"/>
          <w:szCs w:val="24"/>
        </w:rPr>
        <w:tab/>
        <w:t>libertà e segretezza della corrispondenza intesa in senso lato ex art. 15 Costituzione;</w:t>
      </w:r>
    </w:p>
    <w:p w:rsidR="006D1C4D" w:rsidRPr="00D567E0" w:rsidRDefault="006D1C4D" w:rsidP="00D567E0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18"/>
          <w:szCs w:val="24"/>
        </w:rPr>
      </w:pPr>
      <w:r w:rsidRPr="00D567E0">
        <w:rPr>
          <w:rFonts w:ascii="Times New Roman" w:hAnsi="Times New Roman"/>
          <w:b/>
          <w:sz w:val="18"/>
          <w:szCs w:val="24"/>
        </w:rPr>
        <w:t>c)</w:t>
      </w:r>
      <w:r w:rsidRPr="00D567E0">
        <w:rPr>
          <w:rFonts w:ascii="Times New Roman" w:hAnsi="Times New Roman"/>
          <w:b/>
          <w:sz w:val="18"/>
          <w:szCs w:val="24"/>
        </w:rPr>
        <w:tab/>
      </w:r>
      <w:r>
        <w:rPr>
          <w:rFonts w:ascii="Times New Roman" w:hAnsi="Times New Roman"/>
          <w:b/>
          <w:sz w:val="18"/>
          <w:szCs w:val="24"/>
        </w:rPr>
        <w:t xml:space="preserve">  </w:t>
      </w:r>
      <w:r w:rsidRPr="00D567E0">
        <w:rPr>
          <w:rFonts w:ascii="Times New Roman" w:hAnsi="Times New Roman"/>
          <w:b/>
          <w:sz w:val="18"/>
          <w:szCs w:val="24"/>
        </w:rPr>
        <w:t>interessi economici e commerciali, ivi compresi la proprietà intellettuale, il diritto d’autore e i segreti commerciali</w:t>
      </w:r>
    </w:p>
    <w:sectPr w:rsidR="006D1C4D" w:rsidRPr="00D567E0" w:rsidSect="00DA7E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67E0"/>
    <w:rsid w:val="00134DBF"/>
    <w:rsid w:val="002D4186"/>
    <w:rsid w:val="00410285"/>
    <w:rsid w:val="006D1C4D"/>
    <w:rsid w:val="00837444"/>
    <w:rsid w:val="008E2724"/>
    <w:rsid w:val="00A5105D"/>
    <w:rsid w:val="00D567E0"/>
    <w:rsid w:val="00DA7E41"/>
    <w:rsid w:val="00E0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E4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240</Words>
  <Characters>1369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 SIMILE</dc:title>
  <dc:subject/>
  <dc:creator>salvina venezia</dc:creator>
  <cp:keywords/>
  <dc:description/>
  <cp:lastModifiedBy>Segretario.Comunale</cp:lastModifiedBy>
  <cp:revision>2</cp:revision>
  <dcterms:created xsi:type="dcterms:W3CDTF">2017-06-21T12:56:00Z</dcterms:created>
  <dcterms:modified xsi:type="dcterms:W3CDTF">2017-06-21T12:56:00Z</dcterms:modified>
</cp:coreProperties>
</file>